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3B6" w:rsidRDefault="00C263B6">
      <w:r>
        <w:t xml:space="preserve">"Illuminati Today." </w:t>
      </w:r>
      <w:r>
        <w:rPr>
          <w:i/>
          <w:iCs/>
        </w:rPr>
        <w:t xml:space="preserve">The </w:t>
      </w:r>
      <w:smartTag w:uri="urn:schemas-microsoft-com:office:smarttags" w:element="PlaceType">
        <w:r>
          <w:rPr>
            <w:i/>
            <w:iCs/>
          </w:rPr>
          <w:t>University</w:t>
        </w:r>
      </w:smartTag>
      <w:r>
        <w:rPr>
          <w:i/>
          <w:iCs/>
        </w:rPr>
        <w:t xml:space="preserve"> of </w:t>
      </w:r>
      <w:smartTag w:uri="urn:schemas-microsoft-com:office:smarttags" w:element="PlaceName">
        <w:r>
          <w:rPr>
            <w:i/>
            <w:iCs/>
          </w:rPr>
          <w:t>North Carolina</w:t>
        </w:r>
      </w:smartTag>
      <w:r>
        <w:rPr>
          <w:i/>
          <w:iCs/>
        </w:rPr>
        <w:t xml:space="preserve"> at </w:t>
      </w:r>
      <w:smartTag w:uri="urn:schemas-microsoft-com:office:smarttags" w:element="place">
        <w:r>
          <w:rPr>
            <w:i/>
            <w:iCs/>
          </w:rPr>
          <w:t>Chapel Hill</w:t>
        </w:r>
      </w:smartTag>
      <w:r>
        <w:t>. Web. 03 Feb. 2010. &lt;http://www.unc.edu/~ltolles/illuminati/modern.html&gt;.</w:t>
      </w:r>
    </w:p>
    <w:p w:rsidR="00C263B6" w:rsidRPr="00A02F45" w:rsidRDefault="00C263B6">
      <w:r>
        <w:t>This site has a graph telling how the Illuminati are today. I will use this in the conclusion of my paper</w:t>
      </w:r>
    </w:p>
    <w:p w:rsidR="00C263B6" w:rsidRDefault="00C263B6">
      <w:r>
        <w:t xml:space="preserve">"THE ORIGIN OF THE ILLUMINATI." </w:t>
      </w:r>
      <w:r>
        <w:rPr>
          <w:i/>
          <w:iCs/>
        </w:rPr>
        <w:t>The Seventh Fire - Seeing through the Illusions</w:t>
      </w:r>
      <w:r>
        <w:t>. Web. 03 Feb. 2010. &lt;http://www.the7thfire.com/new_world_order/final_warning/illuminati_origin.htm&gt;.</w:t>
      </w:r>
    </w:p>
    <w:p w:rsidR="00C263B6" w:rsidRDefault="00C263B6">
      <w:r>
        <w:tab/>
        <w:t>This cite talks about the history of the Illuminati cult. Mainly, the topic is about the leader, and how he came to be. This will be used in the beginning of my paper where I introduce the topic and talk about the history.</w:t>
      </w:r>
    </w:p>
    <w:p w:rsidR="00C263B6" w:rsidRDefault="00C263B6">
      <w:r>
        <w:t>"CIA - The World Factbook -- Holy See (</w:t>
      </w:r>
      <w:smartTag w:uri="urn:schemas-microsoft-com:office:smarttags" w:element="place">
        <w:smartTag w:uri="urn:schemas-microsoft-com:office:smarttags" w:element="State">
          <w:r>
            <w:t>Vatican City</w:t>
          </w:r>
        </w:smartTag>
      </w:smartTag>
      <w:r>
        <w:t xml:space="preserve">)." </w:t>
      </w:r>
      <w:r>
        <w:rPr>
          <w:i/>
          <w:iCs/>
        </w:rPr>
        <w:t>Welcome to the CIA Web Site Central Intelligence Agency</w:t>
      </w:r>
      <w:r>
        <w:t>. Web. 02 Feb. 2010. &lt;https://www.cia.gov/library/publications/the-world-factbook/geos/vt.html&gt;.</w:t>
      </w:r>
    </w:p>
    <w:p w:rsidR="00C263B6" w:rsidRDefault="00C263B6">
      <w:r>
        <w:tab/>
        <w:t xml:space="preserve">This site gives all the general information and specific statistics about the </w:t>
      </w:r>
      <w:smartTag w:uri="urn:schemas-microsoft-com:office:smarttags" w:element="place">
        <w:smartTag w:uri="urn:schemas-microsoft-com:office:smarttags" w:element="State">
          <w:r>
            <w:t>Vatican City</w:t>
          </w:r>
        </w:smartTag>
      </w:smartTag>
      <w:r>
        <w:t xml:space="preserve">. It includes information on the government, geography, and economy. This will be used in the beginning of the paper to explain about the </w:t>
      </w:r>
      <w:smartTag w:uri="urn:schemas-microsoft-com:office:smarttags" w:element="State">
        <w:r>
          <w:t>Vatican City</w:t>
        </w:r>
      </w:smartTag>
      <w:r>
        <w:t xml:space="preserve"> which plays a major role in the Catholic Church and therefore with the Illuminati.</w:t>
      </w:r>
    </w:p>
    <w:p w:rsidR="00C263B6" w:rsidRDefault="00C263B6">
      <w:r>
        <w:rPr>
          <w:i/>
          <w:iCs/>
        </w:rPr>
        <w:t>True Conspiracies, the Illuminati and One World Government</w:t>
      </w:r>
      <w:r>
        <w:t>. Web. 02 Feb. 2010. &lt;http://www.trueconspiracies.com/&gt;.</w:t>
      </w:r>
    </w:p>
    <w:p w:rsidR="00C263B6" w:rsidRDefault="00C263B6">
      <w:r>
        <w:tab/>
        <w:t>This site tells of some of the famous beliefs within the Illuminati secret society. It also gives a proposal for a solution. I will use this in my paper to describe the different symbols that the Illuminati have.</w:t>
      </w:r>
    </w:p>
    <w:p w:rsidR="00C263B6" w:rsidRDefault="00C263B6">
      <w:r>
        <w:t xml:space="preserve">"Masons (Freemasonry) - Christian or Anti-Christian?" </w:t>
      </w:r>
      <w:r>
        <w:rPr>
          <w:i/>
          <w:iCs/>
        </w:rPr>
        <w:t>Golden West Internet Solutions</w:t>
      </w:r>
      <w:r>
        <w:t>. Web. 02 Feb. 2010. &lt;http://www.rapidnet.com/~jbeard/bdm/Cults/masons.htm&gt;.</w:t>
      </w:r>
    </w:p>
    <w:p w:rsidR="00C263B6" w:rsidRDefault="00C263B6">
      <w:r>
        <w:tab/>
        <w:t>This site gives information about the Freemasons and their involvement with the Illuminati. I will use this to introduce the Freemasons.</w:t>
      </w:r>
    </w:p>
    <w:p w:rsidR="00C263B6" w:rsidRDefault="00C263B6">
      <w:r>
        <w:t xml:space="preserve">"History of Freemasonry." </w:t>
      </w:r>
      <w:r>
        <w:rPr>
          <w:i/>
          <w:iCs/>
        </w:rPr>
        <w:t>Masonic Service Association</w:t>
      </w:r>
      <w:r>
        <w:t>. Web. 03 Feb. 2010. &lt;http://www.msana.com/historyfm.asp&gt;.</w:t>
      </w:r>
    </w:p>
    <w:p w:rsidR="00C263B6" w:rsidRDefault="00C263B6">
      <w:r>
        <w:tab/>
        <w:t>This site gives the history of the Freemasons and how they began. I will use this to describe the Freemasons more thoroughly.</w:t>
      </w:r>
    </w:p>
    <w:p w:rsidR="00C263B6" w:rsidRDefault="00C263B6">
      <w:r>
        <w:t xml:space="preserve">"Origin Of Free-Masonry." </w:t>
      </w:r>
      <w:r>
        <w:rPr>
          <w:i/>
          <w:iCs/>
        </w:rPr>
        <w:t>Secular Web: Atheism, Agnosticism, Naturalism, Skepticism and Secularism</w:t>
      </w:r>
      <w:r>
        <w:t>. Web. 03 Feb. 2010. &lt;http://www.infidels.org/library/historical/thomas_paine/origin_free-masonry.html&gt;.</w:t>
      </w:r>
    </w:p>
    <w:p w:rsidR="00C263B6" w:rsidRPr="00085CB4" w:rsidRDefault="00C263B6">
      <w:r>
        <w:tab/>
        <w:t>This is another site giving information on the history of the Freemasons. It is written by Thomas Paine. I will once again use this information to go deeper with the Freemasons.</w:t>
      </w:r>
    </w:p>
    <w:p w:rsidR="00C263B6" w:rsidRDefault="00C263B6">
      <w:r>
        <w:t xml:space="preserve">"Famous Freemasons." </w:t>
      </w:r>
      <w:r>
        <w:rPr>
          <w:i/>
          <w:iCs/>
        </w:rPr>
        <w:t>Anti-Masonry: Points of View</w:t>
      </w:r>
      <w:r>
        <w:t>. Web. 03 Feb. 2010. &lt;http://www.masonicinfo.com/famous.htm&gt;.</w:t>
      </w:r>
    </w:p>
    <w:p w:rsidR="00C263B6" w:rsidRDefault="00C263B6">
      <w:r>
        <w:tab/>
        <w:t>This site lists some of the famous freemasons throughout history. The site tries to make the reader believe that almost every one of them was somehow involved with the Illuminati. I will use this to show how our government may have been corrupted with different famous figures.</w:t>
      </w:r>
    </w:p>
    <w:p w:rsidR="00C263B6" w:rsidRDefault="00C263B6">
      <w:r>
        <w:t xml:space="preserve">"Illuminati News: Secret Societies." </w:t>
      </w:r>
      <w:r>
        <w:rPr>
          <w:i/>
          <w:iCs/>
        </w:rPr>
        <w:t>Illuminati News Welcome Page</w:t>
      </w:r>
      <w:r>
        <w:t>. Web. 03 Feb. 2010. &lt;http://www.illuminati-news.com/secret-societies.htm&gt;.</w:t>
      </w:r>
    </w:p>
    <w:p w:rsidR="00C263B6" w:rsidRDefault="00C263B6">
      <w:r>
        <w:tab/>
        <w:t>This site gives information on many different secret societies. It uses pictures and quotes to describe each society. I will use this in my paper to connect the Illuminati with other societies.</w:t>
      </w:r>
    </w:p>
    <w:p w:rsidR="00C263B6" w:rsidRDefault="00C263B6">
      <w:r>
        <w:t xml:space="preserve">"Illuminati." </w:t>
      </w:r>
      <w:r>
        <w:rPr>
          <w:i/>
          <w:iCs/>
        </w:rPr>
        <w:t>Oracle ThinkQuest Library</w:t>
      </w:r>
      <w:r>
        <w:t>. Web. 03 Feb. 2010. &lt;http://library.thinkquest.org/05aug/00158/illuminati2.html&gt;.</w:t>
      </w:r>
    </w:p>
    <w:p w:rsidR="00C263B6" w:rsidRDefault="00C263B6">
      <w:r>
        <w:tab/>
        <w:t>This site briefly states the different ranks within the Illuminati cult. I will use this in my paper to help  convince the reader that the cult does exist.</w:t>
      </w:r>
    </w:p>
    <w:p w:rsidR="00C263B6" w:rsidRDefault="00C263B6">
      <w:r>
        <w:t xml:space="preserve">"The Illuminati: Part 9 - Ritual Sacrifices - Demons- Shape Shifting." </w:t>
      </w:r>
      <w:r>
        <w:rPr>
          <w:i/>
          <w:iCs/>
        </w:rPr>
        <w:t>The Revelation @ The Forbidden Knowledge . com</w:t>
      </w:r>
      <w:r>
        <w:t>. Web. 03 Feb. 2010. &lt;http://www.theforbiddenknowledge.com/hardtruth/pt9.htm&gt;.</w:t>
      </w:r>
    </w:p>
    <w:p w:rsidR="00C263B6" w:rsidRPr="00085CB4" w:rsidRDefault="00C263B6">
      <w:r>
        <w:tab/>
        <w:t>This site includes some information on some of the rituals performed by the cult. It also goes into the topic of sacrifices. I will use this to describe the many things the cult could perform.</w:t>
      </w:r>
    </w:p>
    <w:p w:rsidR="00C263B6" w:rsidRPr="00085CB4" w:rsidRDefault="00C263B6"/>
    <w:sectPr w:rsidR="00C263B6" w:rsidRPr="00085CB4" w:rsidSect="00B550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627F"/>
    <w:rsid w:val="00085CB4"/>
    <w:rsid w:val="00482BAF"/>
    <w:rsid w:val="0057627F"/>
    <w:rsid w:val="005B25AB"/>
    <w:rsid w:val="007B6CB0"/>
    <w:rsid w:val="00931BFE"/>
    <w:rsid w:val="00A02F45"/>
    <w:rsid w:val="00B55096"/>
    <w:rsid w:val="00C263B6"/>
    <w:rsid w:val="00F31BE0"/>
    <w:rsid w:val="00F35005"/>
    <w:rsid w:val="00F800E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09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7627F"/>
    <w:rPr>
      <w:rFonts w:cs="Times New Roman"/>
      <w:color w:val="0000FF"/>
      <w:u w:val="single"/>
    </w:rPr>
  </w:style>
  <w:style w:type="character" w:styleId="FollowedHyperlink">
    <w:name w:val="FollowedHyperlink"/>
    <w:basedOn w:val="DefaultParagraphFont"/>
    <w:uiPriority w:val="99"/>
    <w:semiHidden/>
    <w:rsid w:val="0057627F"/>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59</TotalTime>
  <Pages>2</Pages>
  <Words>571</Words>
  <Characters>3259</Characters>
  <Application>Microsoft Office Outlook</Application>
  <DocSecurity>0</DocSecurity>
  <Lines>0</Lines>
  <Paragraphs>0</Paragraphs>
  <ScaleCrop>false</ScaleCrop>
  <Company>District Site License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rebeccaswilliams</dc:creator>
  <cp:keywords/>
  <dc:description/>
  <cp:lastModifiedBy>Michael</cp:lastModifiedBy>
  <cp:revision>5</cp:revision>
  <dcterms:created xsi:type="dcterms:W3CDTF">2010-01-14T17:33:00Z</dcterms:created>
  <dcterms:modified xsi:type="dcterms:W3CDTF">2010-02-03T00:36:00Z</dcterms:modified>
</cp:coreProperties>
</file>